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2B3BABBB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6085">
        <w:rPr>
          <w:rFonts w:ascii="Corbel" w:hAnsi="Corbel"/>
          <w:iCs/>
          <w:smallCaps/>
          <w:sz w:val="24"/>
          <w:szCs w:val="24"/>
        </w:rPr>
        <w:t>2022-2024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EDA213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D24C46">
        <w:rPr>
          <w:rFonts w:ascii="Corbel" w:hAnsi="Corbel"/>
          <w:sz w:val="20"/>
          <w:szCs w:val="20"/>
        </w:rPr>
        <w:t>2</w:t>
      </w:r>
      <w:r w:rsidR="00540694">
        <w:rPr>
          <w:rFonts w:ascii="Corbel" w:hAnsi="Corbel"/>
          <w:sz w:val="20"/>
          <w:szCs w:val="20"/>
        </w:rPr>
        <w:t>/202</w:t>
      </w:r>
      <w:r w:rsidR="00D24C46">
        <w:rPr>
          <w:rFonts w:ascii="Corbel" w:hAnsi="Corbel"/>
          <w:sz w:val="20"/>
          <w:szCs w:val="20"/>
        </w:rPr>
        <w:t>3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4F141BE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1608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2B791806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3CDD7792" w:rsidR="00C61DC5" w:rsidRPr="009C54AE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(po </w:t>
            </w:r>
            <w:r>
              <w:rPr>
                <w:rFonts w:ascii="Corbel" w:hAnsi="Corbel"/>
                <w:sz w:val="24"/>
                <w:szCs w:val="24"/>
              </w:rPr>
              <w:t>pięć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E61976" w14:textId="649752F8" w:rsidR="00D16085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  <w:p w14:paraId="349E8A7F" w14:textId="77777777" w:rsidR="00D16085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397BED9" w:rsidR="00D16085" w:rsidRPr="009C54AE" w:rsidRDefault="00D16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D180E1A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205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10F8E135" w14:textId="77777777" w:rsidR="001E1A2C" w:rsidRPr="00A0410C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24D47BB0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Oxenden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 materiały autorskie</w:t>
            </w:r>
          </w:p>
          <w:p w14:paraId="2C3ECB62" w14:textId="36E47A62" w:rsidR="001E1A2C" w:rsidRPr="00E066F7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63314F1C" w14:textId="77777777" w:rsidR="001E1A2C" w:rsidRPr="00A0410C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42EC0A1A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Taylore-Knowles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8408D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9655FC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857E6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FCE0" w14:textId="77777777" w:rsidR="00D93CA8" w:rsidRDefault="00D93CA8" w:rsidP="00C16ABF">
      <w:pPr>
        <w:spacing w:after="0" w:line="240" w:lineRule="auto"/>
      </w:pPr>
      <w:r>
        <w:separator/>
      </w:r>
    </w:p>
  </w:endnote>
  <w:endnote w:type="continuationSeparator" w:id="0">
    <w:p w14:paraId="2D6AB4D0" w14:textId="77777777" w:rsidR="00D93CA8" w:rsidRDefault="00D93C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6A818" w14:textId="77777777" w:rsidR="00D93CA8" w:rsidRDefault="00D93CA8" w:rsidP="00C16ABF">
      <w:pPr>
        <w:spacing w:after="0" w:line="240" w:lineRule="auto"/>
      </w:pPr>
      <w:r>
        <w:separator/>
      </w:r>
    </w:p>
  </w:footnote>
  <w:footnote w:type="continuationSeparator" w:id="0">
    <w:p w14:paraId="696BE48F" w14:textId="77777777" w:rsidR="00D93CA8" w:rsidRDefault="00D93CA8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49935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62056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3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4D9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24C1"/>
    <w:rsid w:val="00C36992"/>
    <w:rsid w:val="00C37D0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085"/>
    <w:rsid w:val="00D17C3C"/>
    <w:rsid w:val="00D24C46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3CA8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71D3B33-43CD-4F74-A020-CCFC39D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3F4B6-015D-49AA-95BC-D2A8EA57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7</Pages>
  <Words>1632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13</cp:revision>
  <cp:lastPrinted>2020-10-13T09:10:00Z</cp:lastPrinted>
  <dcterms:created xsi:type="dcterms:W3CDTF">2019-11-20T17:11:00Z</dcterms:created>
  <dcterms:modified xsi:type="dcterms:W3CDTF">2022-10-19T14:01:00Z</dcterms:modified>
</cp:coreProperties>
</file>